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7D256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046DD24C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5E7BE7">
        <w:rPr>
          <w:b/>
          <w:color w:val="FF5200" w:themeColor="accent2"/>
          <w:sz w:val="28"/>
          <w:szCs w:val="28"/>
        </w:rPr>
        <w:t>Dodávky látkových roušek 2020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</w:t>
      </w:r>
      <w:r w:rsidR="000128D4" w:rsidRPr="00891079">
        <w:rPr>
          <w:b/>
          <w:color w:val="FF5200" w:themeColor="accent2"/>
          <w:sz w:val="28"/>
          <w:szCs w:val="28"/>
        </w:rPr>
        <w:t xml:space="preserve">od </w:t>
      </w:r>
      <w:proofErr w:type="gramStart"/>
      <w:r w:rsidR="000128D4" w:rsidRPr="00891079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č.j.</w:t>
      </w:r>
      <w:proofErr w:type="gramEnd"/>
      <w:r w:rsidR="000128D4" w:rsidRPr="00891079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 </w:t>
      </w:r>
      <w:r w:rsidR="005E7BE7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56881</w:t>
      </w:r>
      <w:r w:rsidR="00F10DC5" w:rsidRPr="00891079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E31EC96" w14:textId="77777777" w:rsidR="007A008C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C4E1037" w14:textId="596315D6" w:rsidR="007A008C" w:rsidRDefault="00AC694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2" w:history="1">
            <w:r w:rsidR="007A008C" w:rsidRPr="00B73E6F">
              <w:rPr>
                <w:rStyle w:val="Hypertextovodkaz"/>
                <w:noProof/>
              </w:rPr>
              <w:t>Kapitola 1.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Základní údaje k nabídce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_Toc45543092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09D10EB6" w14:textId="57DC2F2B" w:rsidR="007A008C" w:rsidRDefault="00AC694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3" w:history="1">
            <w:r w:rsidR="007A008C" w:rsidRPr="00B73E6F">
              <w:rPr>
                <w:rStyle w:val="Hypertextovodkaz"/>
                <w:noProof/>
              </w:rPr>
              <w:t>Kapitola 2.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o splnění základní způsobilosti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_Toc45543093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342E11FE" w14:textId="6C7D0804" w:rsidR="007A008C" w:rsidRDefault="00AC694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4" w:history="1">
            <w:r w:rsidR="007A008C" w:rsidRPr="00B73E6F">
              <w:rPr>
                <w:rStyle w:val="Hypertextovodkaz"/>
                <w:noProof/>
              </w:rPr>
              <w:t>Kapitola 3.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účastníka k neuzavření zakázaných dohod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_Toc45543094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45543092"/>
      <w:r>
        <w:lastRenderedPageBreak/>
        <w:t>Základní údaje k nabídce</w:t>
      </w:r>
      <w:bookmarkEnd w:id="1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C8E5EEC" w14:textId="77777777" w:rsidR="008B1A2C" w:rsidRDefault="008B1A2C" w:rsidP="008B1A2C"/>
    <w:p w14:paraId="1CDC4A9E" w14:textId="77777777" w:rsidR="00A93A74" w:rsidRDefault="00A93A74" w:rsidP="008B1A2C">
      <w:r>
        <w:t xml:space="preserve">Účastník prohlašuje, že veškeré údaje uvedené v tomto </w:t>
      </w:r>
      <w:r w:rsidRPr="00F10DC5">
        <w:t xml:space="preserve">krycím listu, který je přílohou č. </w:t>
      </w:r>
      <w:r w:rsidR="00B87D91" w:rsidRPr="00F10DC5">
        <w:t xml:space="preserve">1 </w:t>
      </w:r>
      <w:r w:rsidRPr="00F10DC5">
        <w:t xml:space="preserve">Výzvy k podání nabídek na veřejnou zakázku zadávanou v </w:t>
      </w:r>
      <w:r w:rsidR="000128D4" w:rsidRPr="00F10DC5">
        <w:rPr>
          <w:rFonts w:eastAsia="Times New Roman" w:cs="Times New Roman"/>
          <w:lang w:eastAsia="cs-CZ"/>
        </w:rPr>
        <w:t>na podlimitní sektorovou veřejnou zakázku</w:t>
      </w:r>
      <w:r w:rsidRPr="00F10DC5">
        <w:t>, jsou pravdivé</w:t>
      </w:r>
      <w:r w:rsidR="009771C9" w:rsidRPr="00F10DC5">
        <w:t>, úplné a odpovídají skutečnosti</w:t>
      </w:r>
      <w:r w:rsidRPr="00F10DC5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08F2368" w14:textId="77777777" w:rsidR="00B1007F" w:rsidRDefault="00F10DC5" w:rsidP="008B1A2C">
      <w:r w:rsidRPr="00F24FBF">
        <w:t>Účastník uvede ceny dle požadavků v čl. 10</w:t>
      </w:r>
      <w:r w:rsidR="00BD58CB" w:rsidRPr="00F24FBF">
        <w:t xml:space="preserve"> Výzvy k podání nabídky. </w:t>
      </w:r>
    </w:p>
    <w:p w14:paraId="57D421F8" w14:textId="77777777" w:rsidR="00B1007F" w:rsidRDefault="00B1007F" w:rsidP="008B1A2C"/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5"/>
        <w:gridCol w:w="1185"/>
        <w:gridCol w:w="832"/>
        <w:gridCol w:w="709"/>
        <w:gridCol w:w="815"/>
        <w:gridCol w:w="1134"/>
        <w:gridCol w:w="992"/>
        <w:gridCol w:w="1058"/>
      </w:tblGrid>
      <w:tr w:rsidR="006048C7" w:rsidRPr="008D23D5" w14:paraId="72F9F3ED" w14:textId="67E801A1" w:rsidTr="005C145F">
        <w:trPr>
          <w:trHeight w:val="1373"/>
          <w:jc w:val="center"/>
        </w:trPr>
        <w:tc>
          <w:tcPr>
            <w:tcW w:w="1715" w:type="dxa"/>
            <w:shd w:val="clear" w:color="auto" w:fill="auto"/>
            <w:vAlign w:val="center"/>
            <w:hideMark/>
          </w:tcPr>
          <w:p w14:paraId="4B374DBE" w14:textId="5A6B4DA7" w:rsidR="006048C7" w:rsidRPr="006048C7" w:rsidRDefault="008A508A" w:rsidP="006048C7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14:paraId="23AE5B86" w14:textId="79CEA158" w:rsidR="006048C7" w:rsidRPr="006048C7" w:rsidRDefault="008A508A" w:rsidP="005E7BE7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množství (v </w:t>
            </w:r>
            <w:r w:rsidR="005E7BE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ks</w:t>
            </w:r>
            <w:r w:rsidR="006048C7"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DF56DDB" w14:textId="138F0C34" w:rsidR="006048C7" w:rsidRPr="006048C7" w:rsidRDefault="008A508A" w:rsidP="006048C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="006048C7"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4E79DB" w14:textId="420D49A8" w:rsidR="006048C7" w:rsidRPr="006048C7" w:rsidRDefault="008A508A" w:rsidP="006048C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2D08087F" w14:textId="6691B0D2" w:rsidR="006048C7" w:rsidRPr="006048C7" w:rsidRDefault="008A508A" w:rsidP="006048C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="006048C7"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E4AF96" w14:textId="63ED8AF6" w:rsidR="006048C7" w:rsidRPr="006048C7" w:rsidRDefault="006048C7" w:rsidP="006048C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3137DD" w14:textId="499C0DB4" w:rsidR="006048C7" w:rsidRPr="006048C7" w:rsidRDefault="006048C7" w:rsidP="006048C7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21%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A935A40" w14:textId="14B2546B" w:rsidR="006048C7" w:rsidRPr="006048C7" w:rsidRDefault="006048C7" w:rsidP="006048C7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6048C7" w:rsidRPr="001F33F5" w14:paraId="6D9BBD0F" w14:textId="5E7D2C89" w:rsidTr="005C145F">
        <w:trPr>
          <w:trHeight w:val="495"/>
          <w:jc w:val="center"/>
        </w:trPr>
        <w:tc>
          <w:tcPr>
            <w:tcW w:w="1715" w:type="dxa"/>
            <w:shd w:val="clear" w:color="auto" w:fill="auto"/>
            <w:vAlign w:val="center"/>
            <w:hideMark/>
          </w:tcPr>
          <w:p w14:paraId="7A0FB98A" w14:textId="561F59EE" w:rsidR="006048C7" w:rsidRPr="004A6709" w:rsidRDefault="005E7BE7" w:rsidP="00B1007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Látková rouška Správy železnic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484DD972" w14:textId="46EEC92C" w:rsidR="006048C7" w:rsidRPr="004A6709" w:rsidRDefault="005E7BE7" w:rsidP="00756BF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</w:t>
            </w:r>
            <w:r w:rsidR="00756BF6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0 000</w:t>
            </w:r>
          </w:p>
        </w:tc>
        <w:tc>
          <w:tcPr>
            <w:tcW w:w="832" w:type="dxa"/>
            <w:shd w:val="clear" w:color="auto" w:fill="auto"/>
          </w:tcPr>
          <w:p w14:paraId="11E6A88E" w14:textId="77777777" w:rsidR="006048C7" w:rsidRPr="004A6709" w:rsidRDefault="006048C7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32B9E6C9" w14:textId="77777777" w:rsidR="006048C7" w:rsidRPr="004A6709" w:rsidRDefault="006048C7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7CD5DB16" w14:textId="5294D4F0" w:rsidR="006048C7" w:rsidRPr="004A6709" w:rsidRDefault="006048C7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14:paraId="76A8EDA2" w14:textId="77777777" w:rsidR="006048C7" w:rsidRPr="004A6709" w:rsidRDefault="006048C7" w:rsidP="00B1007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49B04552" w14:textId="0D495A73" w:rsidR="006048C7" w:rsidRPr="004A6709" w:rsidRDefault="006048C7" w:rsidP="00FD7D9B"/>
        </w:tc>
        <w:tc>
          <w:tcPr>
            <w:tcW w:w="1058" w:type="dxa"/>
            <w:shd w:val="clear" w:color="auto" w:fill="auto"/>
          </w:tcPr>
          <w:p w14:paraId="0322609C" w14:textId="77777777" w:rsidR="006048C7" w:rsidRPr="004A6709" w:rsidRDefault="006048C7" w:rsidP="00FD7D9B"/>
        </w:tc>
      </w:tr>
      <w:tr w:rsidR="006048C7" w14:paraId="4B648341" w14:textId="191AB2A8" w:rsidTr="005C145F">
        <w:tblPrEx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1715" w:type="dxa"/>
            <w:shd w:val="clear" w:color="auto" w:fill="D0CECE" w:themeFill="background2" w:themeFillShade="E6"/>
          </w:tcPr>
          <w:p w14:paraId="622548BE" w14:textId="33DB151F" w:rsidR="006048C7" w:rsidRPr="005C145F" w:rsidRDefault="006048C7" w:rsidP="006048C7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1" w:type="dxa"/>
            <w:gridSpan w:val="4"/>
            <w:shd w:val="clear" w:color="auto" w:fill="auto"/>
          </w:tcPr>
          <w:p w14:paraId="35A54C38" w14:textId="77777777" w:rsidR="006048C7" w:rsidRPr="004A6709" w:rsidRDefault="006048C7" w:rsidP="00B1007F"/>
        </w:tc>
        <w:tc>
          <w:tcPr>
            <w:tcW w:w="1134" w:type="dxa"/>
            <w:shd w:val="clear" w:color="auto" w:fill="D0CECE" w:themeFill="background2" w:themeFillShade="E6"/>
          </w:tcPr>
          <w:p w14:paraId="63C31FCC" w14:textId="77777777" w:rsidR="006048C7" w:rsidRPr="004A6709" w:rsidRDefault="006048C7" w:rsidP="00B1007F"/>
        </w:tc>
        <w:tc>
          <w:tcPr>
            <w:tcW w:w="992" w:type="dxa"/>
            <w:shd w:val="clear" w:color="auto" w:fill="auto"/>
          </w:tcPr>
          <w:p w14:paraId="23D10205" w14:textId="10C9EEB1" w:rsidR="006048C7" w:rsidRPr="004A6709" w:rsidRDefault="006048C7"/>
        </w:tc>
        <w:tc>
          <w:tcPr>
            <w:tcW w:w="1058" w:type="dxa"/>
            <w:shd w:val="clear" w:color="auto" w:fill="auto"/>
          </w:tcPr>
          <w:p w14:paraId="30449E84" w14:textId="77777777" w:rsidR="006048C7" w:rsidRPr="004A6709" w:rsidRDefault="006048C7"/>
        </w:tc>
      </w:tr>
    </w:tbl>
    <w:p w14:paraId="355FEE6B" w14:textId="77777777" w:rsidR="00B1007F" w:rsidRDefault="00B1007F" w:rsidP="008B1A2C"/>
    <w:p w14:paraId="3F84F0A6" w14:textId="5974213A" w:rsidR="00B1007F" w:rsidRDefault="00B1007F" w:rsidP="008B1A2C"/>
    <w:p w14:paraId="5153A42C" w14:textId="745A634B" w:rsidR="00F10DC5" w:rsidRDefault="00F10DC5" w:rsidP="008B1A2C"/>
    <w:p w14:paraId="1140AC79" w14:textId="77777777" w:rsidR="005E7BE7" w:rsidRDefault="005E7BE7" w:rsidP="008B1A2C"/>
    <w:p w14:paraId="7925673C" w14:textId="77777777" w:rsidR="005E7BE7" w:rsidRDefault="005E7BE7" w:rsidP="008B1A2C"/>
    <w:p w14:paraId="2AF65B5D" w14:textId="77777777" w:rsidR="005E7BE7" w:rsidRDefault="005E7BE7" w:rsidP="008B1A2C"/>
    <w:p w14:paraId="481BCE49" w14:textId="77777777" w:rsidR="005E7BE7" w:rsidRDefault="005E7BE7" w:rsidP="008B1A2C"/>
    <w:p w14:paraId="6DC595A4" w14:textId="77777777" w:rsidR="005E7BE7" w:rsidRDefault="005E7BE7" w:rsidP="008B1A2C"/>
    <w:p w14:paraId="500AAD96" w14:textId="77777777" w:rsidR="005E7BE7" w:rsidRDefault="005E7BE7" w:rsidP="008B1A2C"/>
    <w:p w14:paraId="44B23AD1" w14:textId="77777777" w:rsidR="005E7BE7" w:rsidRDefault="005E7BE7" w:rsidP="008B1A2C"/>
    <w:p w14:paraId="10CE005B" w14:textId="77777777" w:rsidR="008B1A2C" w:rsidRPr="008B1A2C" w:rsidRDefault="00C228EE" w:rsidP="008B1A2C">
      <w:r w:rsidRPr="006E5C6C">
        <w:rPr>
          <w:b/>
        </w:rPr>
        <w:lastRenderedPageBreak/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4A670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5EE651EB" w14:textId="77777777" w:rsidR="009771C9" w:rsidRDefault="009771C9" w:rsidP="00996617">
      <w:pPr>
        <w:tabs>
          <w:tab w:val="left" w:pos="7125"/>
        </w:tabs>
        <w:spacing w:after="0"/>
      </w:pP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46613E93" w14:textId="77777777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AA7555" w14:textId="77777777" w:rsidR="00996617" w:rsidRDefault="00AC694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AC6944" w:rsidP="00E85D44">
      <w:pPr>
        <w:tabs>
          <w:tab w:val="left" w:pos="7125"/>
        </w:tabs>
        <w:sectPr w:rsidR="00E85D44" w:rsidRP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554309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proofErr w:type="gramStart"/>
      <w:r>
        <w:rPr>
          <w:lang w:eastAsia="cs-CZ"/>
        </w:rPr>
        <w:t>ú</w:t>
      </w:r>
      <w:r w:rsidR="0031280B">
        <w:rPr>
          <w:lang w:eastAsia="cs-CZ"/>
        </w:rPr>
        <w:t>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554309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4A6709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EE65C" w14:textId="77777777" w:rsidR="00754AC5" w:rsidRDefault="00754AC5" w:rsidP="00962258">
      <w:pPr>
        <w:spacing w:after="0" w:line="240" w:lineRule="auto"/>
      </w:pPr>
      <w:r>
        <w:separator/>
      </w:r>
    </w:p>
  </w:endnote>
  <w:endnote w:type="continuationSeparator" w:id="0">
    <w:p w14:paraId="671135E3" w14:textId="77777777" w:rsidR="00754AC5" w:rsidRDefault="00754A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0F3784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69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69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E01D209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8B13289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5C6269B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69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69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27E6281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4EB2699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C73A9" w14:textId="77777777" w:rsidR="00754AC5" w:rsidRDefault="00754AC5" w:rsidP="00962258">
      <w:pPr>
        <w:spacing w:after="0" w:line="240" w:lineRule="auto"/>
      </w:pPr>
      <w:r>
        <w:separator/>
      </w:r>
    </w:p>
  </w:footnote>
  <w:footnote w:type="continuationSeparator" w:id="0">
    <w:p w14:paraId="558082EE" w14:textId="77777777" w:rsidR="00754AC5" w:rsidRDefault="00754AC5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72C1E"/>
    <w:rsid w:val="000A412D"/>
    <w:rsid w:val="000C3A92"/>
    <w:rsid w:val="000E23A7"/>
    <w:rsid w:val="0010693F"/>
    <w:rsid w:val="00114472"/>
    <w:rsid w:val="001550BC"/>
    <w:rsid w:val="001605B9"/>
    <w:rsid w:val="00163AD9"/>
    <w:rsid w:val="00170EC5"/>
    <w:rsid w:val="001747C1"/>
    <w:rsid w:val="00184743"/>
    <w:rsid w:val="00190137"/>
    <w:rsid w:val="0019184D"/>
    <w:rsid w:val="001F1151"/>
    <w:rsid w:val="001F49FF"/>
    <w:rsid w:val="00207DF5"/>
    <w:rsid w:val="002243A8"/>
    <w:rsid w:val="002305E9"/>
    <w:rsid w:val="002307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A6709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562B"/>
    <w:rsid w:val="005C145F"/>
    <w:rsid w:val="005D7E39"/>
    <w:rsid w:val="005E7BE7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54AC5"/>
    <w:rsid w:val="00756BF6"/>
    <w:rsid w:val="0076286B"/>
    <w:rsid w:val="00766846"/>
    <w:rsid w:val="0077673A"/>
    <w:rsid w:val="007846E1"/>
    <w:rsid w:val="007A008C"/>
    <w:rsid w:val="007B570C"/>
    <w:rsid w:val="007B6D10"/>
    <w:rsid w:val="007C589B"/>
    <w:rsid w:val="007E4A6E"/>
    <w:rsid w:val="007F56A7"/>
    <w:rsid w:val="00807DD0"/>
    <w:rsid w:val="008659F3"/>
    <w:rsid w:val="00886D4B"/>
    <w:rsid w:val="00891079"/>
    <w:rsid w:val="00895406"/>
    <w:rsid w:val="008A3568"/>
    <w:rsid w:val="008A508A"/>
    <w:rsid w:val="008B1A2C"/>
    <w:rsid w:val="008B479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C6944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4F6A"/>
    <w:rsid w:val="00C47AE3"/>
    <w:rsid w:val="00C628DB"/>
    <w:rsid w:val="00C636FB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C4AAF"/>
    <w:rsid w:val="00ED14BD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337A"/>
    <w:rsid w:val="00F659EB"/>
    <w:rsid w:val="00F76E9F"/>
    <w:rsid w:val="00F86BA6"/>
    <w:rsid w:val="00F95A3A"/>
    <w:rsid w:val="00FB1D58"/>
    <w:rsid w:val="00FC4B68"/>
    <w:rsid w:val="00FC5583"/>
    <w:rsid w:val="00FC6389"/>
    <w:rsid w:val="00FD54F3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49725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956902-5220-4C1B-9D3B-BE312FE06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5</Pages>
  <Words>554</Words>
  <Characters>3270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4</cp:revision>
  <cp:lastPrinted>2020-09-03T11:06:00Z</cp:lastPrinted>
  <dcterms:created xsi:type="dcterms:W3CDTF">2020-08-26T11:17:00Z</dcterms:created>
  <dcterms:modified xsi:type="dcterms:W3CDTF">2020-09-03T11:06:00Z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